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75960789" w:rsidR="006E5D65" w:rsidRPr="003567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567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56702">
        <w:rPr>
          <w:rFonts w:ascii="Corbel" w:hAnsi="Corbel"/>
          <w:b/>
          <w:bCs/>
          <w:sz w:val="24"/>
          <w:szCs w:val="24"/>
        </w:rPr>
        <w:tab/>
      </w:r>
      <w:r w:rsidR="00CD6897" w:rsidRPr="00356702">
        <w:rPr>
          <w:rFonts w:ascii="Corbel" w:hAnsi="Corbel"/>
          <w:b/>
          <w:bCs/>
          <w:sz w:val="24"/>
          <w:szCs w:val="24"/>
        </w:rPr>
        <w:tab/>
      </w:r>
      <w:r w:rsidR="00CD6897" w:rsidRPr="00356702">
        <w:rPr>
          <w:rFonts w:ascii="Corbel" w:hAnsi="Corbel"/>
          <w:b/>
          <w:bCs/>
          <w:sz w:val="24"/>
          <w:szCs w:val="24"/>
        </w:rPr>
        <w:tab/>
      </w:r>
      <w:r w:rsidR="00CD6897" w:rsidRPr="00356702">
        <w:rPr>
          <w:rFonts w:ascii="Corbel" w:hAnsi="Corbel"/>
          <w:b/>
          <w:bCs/>
          <w:sz w:val="24"/>
          <w:szCs w:val="24"/>
        </w:rPr>
        <w:tab/>
      </w:r>
      <w:r w:rsidR="00CD6897" w:rsidRPr="00356702">
        <w:rPr>
          <w:rFonts w:ascii="Corbel" w:hAnsi="Corbel"/>
          <w:b/>
          <w:bCs/>
          <w:sz w:val="24"/>
          <w:szCs w:val="24"/>
        </w:rPr>
        <w:tab/>
      </w:r>
      <w:r w:rsidR="00D8678B" w:rsidRPr="003567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56702">
        <w:rPr>
          <w:rFonts w:ascii="Corbel" w:hAnsi="Corbel"/>
          <w:bCs/>
          <w:i/>
          <w:sz w:val="24"/>
          <w:szCs w:val="24"/>
        </w:rPr>
        <w:t>1.5</w:t>
      </w:r>
      <w:r w:rsidR="00D8678B" w:rsidRPr="003567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567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56702">
        <w:rPr>
          <w:rFonts w:ascii="Corbel" w:hAnsi="Corbel"/>
          <w:bCs/>
          <w:i/>
          <w:sz w:val="24"/>
          <w:szCs w:val="24"/>
        </w:rPr>
        <w:t xml:space="preserve"> nr </w:t>
      </w:r>
      <w:r w:rsidR="00BA262B" w:rsidRPr="00356702">
        <w:rPr>
          <w:rFonts w:ascii="Corbel" w:hAnsi="Corbel"/>
          <w:bCs/>
          <w:i/>
          <w:sz w:val="24"/>
          <w:szCs w:val="24"/>
        </w:rPr>
        <w:t>7</w:t>
      </w:r>
      <w:r w:rsidR="00F17567" w:rsidRPr="00356702">
        <w:rPr>
          <w:rFonts w:ascii="Corbel" w:hAnsi="Corbel"/>
          <w:bCs/>
          <w:i/>
          <w:sz w:val="24"/>
          <w:szCs w:val="24"/>
        </w:rPr>
        <w:t>/20</w:t>
      </w:r>
      <w:r w:rsidR="00BA262B" w:rsidRPr="00356702">
        <w:rPr>
          <w:rFonts w:ascii="Corbel" w:hAnsi="Corbel"/>
          <w:bCs/>
          <w:i/>
          <w:sz w:val="24"/>
          <w:szCs w:val="24"/>
        </w:rPr>
        <w:t>23</w:t>
      </w:r>
    </w:p>
    <w:p w14:paraId="4B07FC45" w14:textId="77777777" w:rsidR="0085747A" w:rsidRPr="00356702" w:rsidRDefault="0085747A" w:rsidP="00C949F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56702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7377C203" w:rsidR="0085747A" w:rsidRPr="00356702" w:rsidRDefault="0071620A" w:rsidP="00C949F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567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56702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356702">
        <w:rPr>
          <w:rFonts w:ascii="Corbel" w:hAnsi="Corbel"/>
          <w:b/>
          <w:smallCaps/>
          <w:sz w:val="24"/>
          <w:szCs w:val="24"/>
        </w:rPr>
        <w:t>202</w:t>
      </w:r>
      <w:r w:rsidR="00BA262B" w:rsidRPr="00356702">
        <w:rPr>
          <w:rFonts w:ascii="Corbel" w:hAnsi="Corbel"/>
          <w:b/>
          <w:smallCaps/>
          <w:sz w:val="24"/>
          <w:szCs w:val="24"/>
        </w:rPr>
        <w:t>4</w:t>
      </w:r>
      <w:r w:rsidR="00676A10" w:rsidRPr="00356702">
        <w:rPr>
          <w:rFonts w:ascii="Corbel" w:hAnsi="Corbel"/>
          <w:b/>
          <w:smallCaps/>
          <w:sz w:val="24"/>
          <w:szCs w:val="24"/>
        </w:rPr>
        <w:t>-</w:t>
      </w:r>
      <w:r w:rsidR="008F70AB" w:rsidRPr="00356702">
        <w:rPr>
          <w:rFonts w:ascii="Corbel" w:hAnsi="Corbel"/>
          <w:b/>
          <w:smallCaps/>
          <w:sz w:val="24"/>
          <w:szCs w:val="24"/>
        </w:rPr>
        <w:t>20</w:t>
      </w:r>
      <w:r w:rsidR="001F7DC8" w:rsidRPr="00356702">
        <w:rPr>
          <w:rFonts w:ascii="Corbel" w:hAnsi="Corbel"/>
          <w:b/>
          <w:smallCaps/>
          <w:sz w:val="24"/>
          <w:szCs w:val="24"/>
        </w:rPr>
        <w:t>2</w:t>
      </w:r>
      <w:r w:rsidR="00BA262B" w:rsidRPr="00356702">
        <w:rPr>
          <w:rFonts w:ascii="Corbel" w:hAnsi="Corbel"/>
          <w:b/>
          <w:smallCaps/>
          <w:sz w:val="24"/>
          <w:szCs w:val="24"/>
        </w:rPr>
        <w:t>9</w:t>
      </w:r>
    </w:p>
    <w:p w14:paraId="4B0C030E" w14:textId="77777777" w:rsidR="00B701F1" w:rsidRPr="00356702" w:rsidRDefault="00B701F1" w:rsidP="00C949FE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0DB1C674" w14:textId="4966CF78" w:rsidR="0085747A" w:rsidRPr="00356702" w:rsidRDefault="00445970" w:rsidP="00C949F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56702">
        <w:rPr>
          <w:rFonts w:ascii="Corbel" w:hAnsi="Corbel"/>
          <w:sz w:val="24"/>
          <w:szCs w:val="24"/>
        </w:rPr>
        <w:t xml:space="preserve">Rok akademicki   </w:t>
      </w:r>
      <w:r w:rsidR="008927D9" w:rsidRPr="00356702">
        <w:rPr>
          <w:rFonts w:ascii="Corbel" w:hAnsi="Corbel"/>
          <w:sz w:val="24"/>
          <w:szCs w:val="24"/>
        </w:rPr>
        <w:t>20</w:t>
      </w:r>
      <w:r w:rsidR="007849AE" w:rsidRPr="00356702">
        <w:rPr>
          <w:rFonts w:ascii="Corbel" w:hAnsi="Corbel"/>
          <w:sz w:val="24"/>
          <w:szCs w:val="24"/>
        </w:rPr>
        <w:t>2</w:t>
      </w:r>
      <w:r w:rsidR="00BA262B" w:rsidRPr="00356702">
        <w:rPr>
          <w:rFonts w:ascii="Corbel" w:hAnsi="Corbel"/>
          <w:sz w:val="24"/>
          <w:szCs w:val="24"/>
        </w:rPr>
        <w:t>7</w:t>
      </w:r>
      <w:r w:rsidR="008927D9" w:rsidRPr="00356702">
        <w:rPr>
          <w:rFonts w:ascii="Corbel" w:hAnsi="Corbel"/>
          <w:sz w:val="24"/>
          <w:szCs w:val="24"/>
        </w:rPr>
        <w:t>/202</w:t>
      </w:r>
      <w:r w:rsidR="00BA262B" w:rsidRPr="00356702">
        <w:rPr>
          <w:rFonts w:ascii="Corbel" w:hAnsi="Corbel"/>
          <w:sz w:val="24"/>
          <w:szCs w:val="24"/>
        </w:rPr>
        <w:t>8</w:t>
      </w:r>
    </w:p>
    <w:p w14:paraId="7817197E" w14:textId="77777777" w:rsidR="008927D9" w:rsidRPr="00356702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3567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6702">
        <w:rPr>
          <w:rFonts w:ascii="Corbel" w:hAnsi="Corbel"/>
          <w:szCs w:val="24"/>
        </w:rPr>
        <w:t xml:space="preserve">1. </w:t>
      </w:r>
      <w:r w:rsidR="0085747A" w:rsidRPr="00356702">
        <w:rPr>
          <w:rFonts w:ascii="Corbel" w:hAnsi="Corbel"/>
          <w:szCs w:val="24"/>
        </w:rPr>
        <w:t xml:space="preserve">Podstawowe </w:t>
      </w:r>
      <w:r w:rsidR="00445970" w:rsidRPr="003567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1438E" w:rsidRPr="00356702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3567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0FF050F8" w:rsidR="0085747A" w:rsidRPr="00356702" w:rsidRDefault="007A3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Cs/>
                <w:color w:val="auto"/>
                <w:sz w:val="24"/>
                <w:szCs w:val="24"/>
              </w:rPr>
              <w:t>Trauma a funkcjonowanie w roli ucznia</w:t>
            </w:r>
          </w:p>
        </w:tc>
      </w:tr>
      <w:tr w:rsidR="00A1438E" w:rsidRPr="00356702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3567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567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35670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1438E" w:rsidRPr="00356702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356702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N</w:t>
            </w:r>
            <w:r w:rsidR="0085747A" w:rsidRPr="0035670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567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70FF71D" w:rsidR="0085747A" w:rsidRPr="00356702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1438E" w:rsidRPr="00356702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E041D20" w:rsidR="0085747A" w:rsidRPr="00356702" w:rsidRDefault="00BD0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A7265F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sychologii</w:t>
            </w:r>
          </w:p>
        </w:tc>
      </w:tr>
      <w:tr w:rsidR="00A1438E" w:rsidRPr="00356702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6C15F222" w:rsidR="0085747A" w:rsidRPr="00356702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A1438E" w:rsidRPr="00356702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3567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5E6545A4" w:rsidR="0085747A" w:rsidRPr="00356702" w:rsidRDefault="00B701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8F03B0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8F03B0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  <w:r w:rsidR="007A31DD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1438E" w:rsidRPr="00356702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7A963D9" w:rsidR="0085747A" w:rsidRPr="00356702" w:rsidRDefault="00B8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03B0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1438E" w:rsidRPr="00356702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5618B43E" w:rsidR="0085747A" w:rsidRPr="00356702" w:rsidRDefault="00B8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A1438E" w:rsidRPr="00356702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56702">
              <w:rPr>
                <w:rFonts w:ascii="Corbel" w:hAnsi="Corbel"/>
                <w:sz w:val="24"/>
                <w:szCs w:val="24"/>
              </w:rPr>
              <w:t>/y</w:t>
            </w:r>
            <w:r w:rsidRPr="003567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5D3D2FAA" w:rsidR="0085747A" w:rsidRPr="00356702" w:rsidRDefault="00B8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 w:rsidR="007A31DD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IV</w:t>
            </w:r>
            <w:r w:rsidR="007A5260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</w:t>
            </w:r>
            <w:r w:rsidR="007A31DD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r 8</w:t>
            </w:r>
          </w:p>
        </w:tc>
      </w:tr>
      <w:tr w:rsidR="00A1438E" w:rsidRPr="00356702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15A64ED" w:rsidR="0085747A" w:rsidRPr="00356702" w:rsidRDefault="009562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E30332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</w:t>
            </w:r>
            <w:r w:rsidR="00023E5A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o wyboru</w:t>
            </w:r>
          </w:p>
        </w:tc>
      </w:tr>
      <w:tr w:rsidR="00A1438E" w:rsidRPr="00356702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3567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342F397" w:rsidR="00923D7D" w:rsidRPr="00356702" w:rsidRDefault="00B8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1438E" w:rsidRPr="00356702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9E72B09" w:rsidR="0085747A" w:rsidRPr="00356702" w:rsidRDefault="00E535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64DF4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Jacek Pasternak</w:t>
            </w:r>
          </w:p>
        </w:tc>
      </w:tr>
      <w:tr w:rsidR="00A1438E" w:rsidRPr="00356702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3567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3B1ECDD5" w:rsidR="0085747A" w:rsidRPr="00356702" w:rsidRDefault="00B830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="00664DF4" w:rsidRPr="00356702">
              <w:rPr>
                <w:rFonts w:ascii="Corbel" w:hAnsi="Corbel"/>
                <w:b w:val="0"/>
                <w:color w:val="auto"/>
                <w:sz w:val="24"/>
                <w:szCs w:val="24"/>
              </w:rPr>
              <w:t>gr Barbara Błaż-Kapusta</w:t>
            </w:r>
          </w:p>
        </w:tc>
      </w:tr>
    </w:tbl>
    <w:p w14:paraId="4FCBBCFB" w14:textId="77777777" w:rsidR="0085747A" w:rsidRPr="003567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56702">
        <w:rPr>
          <w:rFonts w:ascii="Corbel" w:hAnsi="Corbel"/>
          <w:sz w:val="24"/>
          <w:szCs w:val="24"/>
        </w:rPr>
        <w:t>1.</w:t>
      </w:r>
      <w:r w:rsidR="00E22FBC" w:rsidRPr="00356702">
        <w:rPr>
          <w:rFonts w:ascii="Corbel" w:hAnsi="Corbel"/>
          <w:sz w:val="24"/>
          <w:szCs w:val="24"/>
        </w:rPr>
        <w:t>1</w:t>
      </w:r>
      <w:r w:rsidRPr="003567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3567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41"/>
        <w:gridCol w:w="862"/>
        <w:gridCol w:w="1229"/>
        <w:gridCol w:w="790"/>
        <w:gridCol w:w="692"/>
        <w:gridCol w:w="905"/>
        <w:gridCol w:w="1126"/>
        <w:gridCol w:w="1349"/>
      </w:tblGrid>
      <w:tr w:rsidR="00A1438E" w:rsidRPr="00356702" w14:paraId="1CDF9921" w14:textId="77777777" w:rsidTr="00C949FE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3567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(</w:t>
            </w:r>
            <w:r w:rsidR="00363F78" w:rsidRPr="003567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199637EA" w:rsidR="00015B8F" w:rsidRPr="00356702" w:rsidRDefault="007A3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567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3567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56702">
              <w:rPr>
                <w:rFonts w:ascii="Corbel" w:hAnsi="Corbel"/>
                <w:b/>
                <w:szCs w:val="24"/>
              </w:rPr>
              <w:t>Liczba pkt</w:t>
            </w:r>
            <w:r w:rsidR="00B90885" w:rsidRPr="00356702">
              <w:rPr>
                <w:rFonts w:ascii="Corbel" w:hAnsi="Corbel"/>
                <w:b/>
                <w:szCs w:val="24"/>
              </w:rPr>
              <w:t>.</w:t>
            </w:r>
            <w:r w:rsidRPr="003567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1438E" w:rsidRPr="00356702" w14:paraId="6D3081D3" w14:textId="77777777" w:rsidTr="00C949FE">
        <w:trPr>
          <w:trHeight w:val="45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2FBB08FB" w:rsidR="00015B8F" w:rsidRPr="00356702" w:rsidRDefault="007A31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060E7C2C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5DDD9CF2" w:rsidR="00015B8F" w:rsidRPr="00356702" w:rsidRDefault="007430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44706413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6EE1DD5C" w:rsidR="00015B8F" w:rsidRPr="00356702" w:rsidRDefault="007430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26BC09BE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16CE7386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0932A9AF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A4556B" w:rsidR="00015B8F" w:rsidRPr="00356702" w:rsidRDefault="0034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50EF600F" w:rsidR="00015B8F" w:rsidRPr="00356702" w:rsidRDefault="00DB4B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3567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3567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3567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>1.</w:t>
      </w:r>
      <w:r w:rsidR="00E22FBC" w:rsidRPr="00356702">
        <w:rPr>
          <w:rFonts w:ascii="Corbel" w:hAnsi="Corbel"/>
          <w:smallCaps w:val="0"/>
          <w:szCs w:val="24"/>
        </w:rPr>
        <w:t>2</w:t>
      </w:r>
      <w:r w:rsidR="00F83B28" w:rsidRPr="00356702">
        <w:rPr>
          <w:rFonts w:ascii="Corbel" w:hAnsi="Corbel"/>
          <w:smallCaps w:val="0"/>
          <w:szCs w:val="24"/>
        </w:rPr>
        <w:t>.</w:t>
      </w:r>
      <w:r w:rsidR="00F83B28" w:rsidRPr="00356702">
        <w:rPr>
          <w:rFonts w:ascii="Corbel" w:hAnsi="Corbel"/>
          <w:smallCaps w:val="0"/>
          <w:szCs w:val="24"/>
        </w:rPr>
        <w:tab/>
      </w:r>
      <w:r w:rsidRPr="00356702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356702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56702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356702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3567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56702">
        <w:rPr>
          <w:rFonts w:ascii="Segoe UI Symbol" w:eastAsia="MS Gothic" w:hAnsi="Segoe UI Symbol" w:cs="Segoe UI Symbol"/>
          <w:b w:val="0"/>
          <w:szCs w:val="24"/>
        </w:rPr>
        <w:t>☐</w:t>
      </w:r>
      <w:r w:rsidRPr="003567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3567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1.3 </w:t>
      </w:r>
      <w:r w:rsidR="00F83B28" w:rsidRPr="00356702">
        <w:rPr>
          <w:rFonts w:ascii="Corbel" w:hAnsi="Corbel"/>
          <w:smallCaps w:val="0"/>
          <w:szCs w:val="24"/>
        </w:rPr>
        <w:tab/>
      </w:r>
      <w:r w:rsidRPr="00356702">
        <w:rPr>
          <w:rFonts w:ascii="Corbel" w:hAnsi="Corbel"/>
          <w:smallCaps w:val="0"/>
          <w:szCs w:val="24"/>
        </w:rPr>
        <w:t>For</w:t>
      </w:r>
      <w:r w:rsidR="00445970" w:rsidRPr="00356702">
        <w:rPr>
          <w:rFonts w:ascii="Corbel" w:hAnsi="Corbel"/>
          <w:smallCaps w:val="0"/>
          <w:szCs w:val="24"/>
        </w:rPr>
        <w:t xml:space="preserve">ma zaliczenia przedmiotu </w:t>
      </w:r>
      <w:r w:rsidRPr="00356702">
        <w:rPr>
          <w:rFonts w:ascii="Corbel" w:hAnsi="Corbel"/>
          <w:smallCaps w:val="0"/>
          <w:szCs w:val="24"/>
        </w:rPr>
        <w:t xml:space="preserve"> (z toku) </w:t>
      </w:r>
    </w:p>
    <w:p w14:paraId="1DBC9FE7" w14:textId="49D64D64" w:rsidR="007916D1" w:rsidRPr="00356702" w:rsidRDefault="007A31D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56702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84F1451" w14:textId="77777777" w:rsidR="009C54AE" w:rsidRPr="0035670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3567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670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56702" w14:paraId="3ACBBF9A" w14:textId="77777777" w:rsidTr="00745302">
        <w:tc>
          <w:tcPr>
            <w:tcW w:w="9670" w:type="dxa"/>
          </w:tcPr>
          <w:p w14:paraId="2F9A395F" w14:textId="76D15F93" w:rsidR="0085747A" w:rsidRPr="00356702" w:rsidRDefault="0076621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Wiedza teoretyczna 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psychologii rozwojowej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62C7DF" w14:textId="594C8D9A" w:rsidR="00CD2718" w:rsidRPr="00356702" w:rsidRDefault="00CD27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Wiedza teoretyczna dotycząca procesów emocjonalnych i poznawczych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97C0C9" w14:textId="68E128E1" w:rsidR="0085747A" w:rsidRPr="00356702" w:rsidRDefault="00664DF4" w:rsidP="00C949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6621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iedza teoretyczna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z psychologii klinicznej dzieci i młodzieży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58255F5" w14:textId="77777777" w:rsidR="00153C41" w:rsidRPr="003567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3567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56702">
        <w:rPr>
          <w:rFonts w:ascii="Corbel" w:hAnsi="Corbel"/>
          <w:szCs w:val="24"/>
        </w:rPr>
        <w:t>3.</w:t>
      </w:r>
      <w:r w:rsidR="0085747A" w:rsidRPr="00356702">
        <w:rPr>
          <w:rFonts w:ascii="Corbel" w:hAnsi="Corbel"/>
          <w:szCs w:val="24"/>
        </w:rPr>
        <w:t xml:space="preserve"> </w:t>
      </w:r>
      <w:r w:rsidR="00A84C85" w:rsidRPr="00356702">
        <w:rPr>
          <w:rFonts w:ascii="Corbel" w:hAnsi="Corbel"/>
          <w:szCs w:val="24"/>
        </w:rPr>
        <w:t>cele, efekty uczenia się</w:t>
      </w:r>
      <w:r w:rsidR="0085747A" w:rsidRPr="00356702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3567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56702">
        <w:rPr>
          <w:rFonts w:ascii="Corbel" w:hAnsi="Corbel"/>
          <w:sz w:val="24"/>
          <w:szCs w:val="24"/>
        </w:rPr>
        <w:t xml:space="preserve">3.1 </w:t>
      </w:r>
      <w:r w:rsidR="00C05F44" w:rsidRPr="00356702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356702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A1438E" w:rsidRPr="00356702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356702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0EA3B13" w:rsidR="00D35B76" w:rsidRPr="00356702" w:rsidRDefault="00766216" w:rsidP="00A23E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Dostarczenie wiedzy </w:t>
            </w:r>
            <w:r w:rsidR="00C70F03" w:rsidRPr="00356702">
              <w:rPr>
                <w:rFonts w:ascii="Corbel" w:hAnsi="Corbel"/>
                <w:b w:val="0"/>
                <w:smallCaps w:val="0"/>
                <w:szCs w:val="24"/>
              </w:rPr>
              <w:t>praktycznej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służącej </w:t>
            </w:r>
            <w:r w:rsidR="00C70F03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rozpoznawaniu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traumy </w:t>
            </w:r>
            <w:r w:rsidR="00C70F03" w:rsidRPr="00356702">
              <w:rPr>
                <w:rFonts w:ascii="Corbel" w:hAnsi="Corbel"/>
                <w:b w:val="0"/>
                <w:smallCaps w:val="0"/>
                <w:szCs w:val="24"/>
              </w:rPr>
              <w:t>w życiu ucznia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1438E" w:rsidRPr="00356702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356702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4E8FAA1" w:rsidR="00D35B76" w:rsidRPr="00356702" w:rsidRDefault="00C70F03" w:rsidP="00A23E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Uświadomienie możliwych reakcji </w:t>
            </w:r>
            <w:r w:rsidR="00AA25F9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i objawów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uczniów na traumatyczne doświadczenia 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1438E" w:rsidRPr="00356702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356702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8E3CB35" w:rsidR="00D35B76" w:rsidRPr="00356702" w:rsidRDefault="00C70F03" w:rsidP="00A23E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Zapoznanie się z wybranymi interwencjami w sytuacjach uczniów po doświadczeniach traumy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35B76" w:rsidRPr="00356702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356702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670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25F76621" w:rsidR="00D35B76" w:rsidRPr="00356702" w:rsidRDefault="00D35B76" w:rsidP="00A23E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25F9" w:rsidRPr="00356702">
              <w:rPr>
                <w:rFonts w:ascii="Corbel" w:hAnsi="Corbel"/>
                <w:b w:val="0"/>
                <w:smallCaps w:val="0"/>
                <w:szCs w:val="24"/>
              </w:rPr>
              <w:t>Trening umiejętności interwencji w kontakcie z uczniem po traumie</w:t>
            </w:r>
            <w:r w:rsidR="00AB58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3CEF8A8" w14:textId="77777777" w:rsidR="00D35B76" w:rsidRPr="00356702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356702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56702">
        <w:rPr>
          <w:rFonts w:ascii="Corbel" w:hAnsi="Corbel"/>
          <w:b/>
          <w:sz w:val="24"/>
          <w:szCs w:val="24"/>
        </w:rPr>
        <w:t>3.2 Efekty uczenia się dla przedmiotu</w:t>
      </w:r>
      <w:r w:rsidRPr="00356702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3567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A1438E" w:rsidRPr="00356702" w14:paraId="4A76D71B" w14:textId="77777777" w:rsidTr="00AA7BCB">
        <w:tc>
          <w:tcPr>
            <w:tcW w:w="1690" w:type="dxa"/>
          </w:tcPr>
          <w:p w14:paraId="6B62B06F" w14:textId="4A47E7B2" w:rsidR="00D35B76" w:rsidRPr="00356702" w:rsidRDefault="00D35B76" w:rsidP="00F554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(efekt </w:t>
            </w:r>
            <w:r w:rsidR="00AB487C" w:rsidRPr="00356702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356702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356702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743FCC1B" w:rsidR="00D35B76" w:rsidRPr="00356702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B487C" w:rsidRPr="0035670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22052634" w14:textId="77777777" w:rsidR="00AB5862" w:rsidRDefault="00AB5862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1F15CA78" w:rsidR="00960011" w:rsidRPr="00356702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1C075367" w:rsidR="00D35B76" w:rsidRPr="00356702" w:rsidRDefault="00B25CEF" w:rsidP="00F5543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1438E" w:rsidRPr="00356702" w14:paraId="3AAF83CC" w14:textId="77777777" w:rsidTr="00B701F1">
        <w:trPr>
          <w:trHeight w:val="848"/>
        </w:trPr>
        <w:tc>
          <w:tcPr>
            <w:tcW w:w="1690" w:type="dxa"/>
          </w:tcPr>
          <w:p w14:paraId="4C2709A3" w14:textId="77777777" w:rsidR="00D35B76" w:rsidRPr="00356702" w:rsidRDefault="00712EAE" w:rsidP="00AB4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356702" w:rsidRDefault="00D35B76" w:rsidP="00AB4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356702" w:rsidRDefault="00D35B76" w:rsidP="00B701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3A974CBE" w:rsidR="00D35B76" w:rsidRPr="00356702" w:rsidRDefault="00BA262B" w:rsidP="00E712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w stopniu pogłębionym zna i rozumie </w:t>
            </w:r>
            <w:r w:rsidR="00BC412F">
              <w:rPr>
                <w:rFonts w:ascii="Corbel" w:hAnsi="Corbel"/>
                <w:b w:val="0"/>
                <w:smallCaps w:val="0"/>
                <w:szCs w:val="24"/>
              </w:rPr>
              <w:t xml:space="preserve">szczegółowe sposoby oraz 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znaczenie analizy i interpretacji czynników </w:t>
            </w:r>
            <w:r w:rsidR="00B701F1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traumatycznych 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dla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funkcjonowani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psychiczne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uczniów (emocjonalne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, społeczne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, samoocen</w:t>
            </w:r>
            <w:r w:rsidR="00E5353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1863" w:type="dxa"/>
          </w:tcPr>
          <w:p w14:paraId="2BAE5999" w14:textId="77777777" w:rsidR="0044317C" w:rsidRPr="00356702" w:rsidRDefault="00E712C0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1C210AFE" w14:textId="2E9BD0B5" w:rsidR="00D35B76" w:rsidRPr="00356702" w:rsidRDefault="00D35B76" w:rsidP="00B7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262B" w:rsidRPr="00356702" w14:paraId="2DB1C905" w14:textId="77777777" w:rsidTr="00AA7BCB">
        <w:tc>
          <w:tcPr>
            <w:tcW w:w="1690" w:type="dxa"/>
          </w:tcPr>
          <w:p w14:paraId="7A5FF48F" w14:textId="77777777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0AE1D9D0" w14:textId="5967E32C" w:rsidR="00BA262B" w:rsidRPr="00356702" w:rsidRDefault="00BC412F" w:rsidP="00BA2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1424E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stopniu pogłębionym zna i rozumie tematykę zaburzeń psychicznych będących następstwem przeżytej traumy, diagnozy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zaburzeń potraumatycznych, wprowadzania działań umożliwiających uzyskanie </w:t>
            </w:r>
            <w:r w:rsidR="0051424E" w:rsidRPr="00356702">
              <w:rPr>
                <w:rFonts w:ascii="Corbel" w:hAnsi="Corbel"/>
                <w:b w:val="0"/>
                <w:smallCaps w:val="0"/>
                <w:szCs w:val="24"/>
              </w:rPr>
              <w:t>pomocy psychologicznej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1424E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, a także wybranych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technik </w:t>
            </w:r>
            <w:r w:rsidR="0051424E" w:rsidRPr="00356702">
              <w:rPr>
                <w:rFonts w:ascii="Corbel" w:hAnsi="Corbel"/>
                <w:b w:val="0"/>
                <w:smallCaps w:val="0"/>
                <w:szCs w:val="24"/>
              </w:rPr>
              <w:t>terapii psychologicznej</w:t>
            </w:r>
          </w:p>
        </w:tc>
        <w:tc>
          <w:tcPr>
            <w:tcW w:w="1863" w:type="dxa"/>
          </w:tcPr>
          <w:p w14:paraId="156DBB29" w14:textId="35C64EFD" w:rsidR="00BA262B" w:rsidRPr="00356702" w:rsidRDefault="0051424E" w:rsidP="00BA262B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356702">
              <w:rPr>
                <w:rFonts w:ascii="Corbel" w:hAnsi="Corbel" w:cs="Times New Roman"/>
                <w:color w:val="auto"/>
              </w:rPr>
              <w:t>K_W19</w:t>
            </w:r>
          </w:p>
        </w:tc>
      </w:tr>
      <w:tr w:rsidR="00BA262B" w:rsidRPr="00356702" w14:paraId="0F133B7D" w14:textId="77777777" w:rsidTr="00AA7BCB">
        <w:tc>
          <w:tcPr>
            <w:tcW w:w="1690" w:type="dxa"/>
          </w:tcPr>
          <w:p w14:paraId="7C94E398" w14:textId="77777777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79B669F5" w14:textId="77777777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660BE199" w14:textId="0182FA23" w:rsidR="00BA262B" w:rsidRPr="00356702" w:rsidRDefault="0051424E" w:rsidP="00BA2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potrafi wyszukiwać i przetwarzać wiedzę na temat rozwoju i funkcjonowania ucznia </w:t>
            </w:r>
            <w:r w:rsidR="002A7807">
              <w:rPr>
                <w:rFonts w:ascii="Corbel" w:hAnsi="Corbel"/>
                <w:b w:val="0"/>
                <w:smallCaps w:val="0"/>
                <w:szCs w:val="24"/>
              </w:rPr>
              <w:t xml:space="preserve">po przeżytej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traum</w:t>
            </w:r>
            <w:r w:rsidR="002A7807">
              <w:rPr>
                <w:rFonts w:ascii="Corbel" w:hAnsi="Corbel"/>
                <w:b w:val="0"/>
                <w:smallCaps w:val="0"/>
                <w:szCs w:val="24"/>
              </w:rPr>
              <w:t>ie, umożliwianiu mu uzyskiwania doświadczeń korekcyjnych</w:t>
            </w:r>
            <w:r w:rsidR="00CE5A77">
              <w:rPr>
                <w:rFonts w:ascii="Corbel" w:hAnsi="Corbel"/>
                <w:b w:val="0"/>
                <w:smallCaps w:val="0"/>
                <w:szCs w:val="24"/>
              </w:rPr>
              <w:t xml:space="preserve">     </w:t>
            </w:r>
            <w:r w:rsidR="002A7807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CE5A77">
              <w:rPr>
                <w:rFonts w:ascii="Corbel" w:hAnsi="Corbel"/>
                <w:b w:val="0"/>
                <w:smallCaps w:val="0"/>
                <w:szCs w:val="24"/>
              </w:rPr>
              <w:t>wprowadzaniu</w:t>
            </w:r>
            <w:r w:rsidR="002A7807">
              <w:rPr>
                <w:rFonts w:ascii="Corbel" w:hAnsi="Corbel"/>
                <w:b w:val="0"/>
                <w:smallCaps w:val="0"/>
                <w:szCs w:val="24"/>
              </w:rPr>
              <w:t xml:space="preserve"> zachowań sprzyjających zdrowiu psychicznemu</w:t>
            </w:r>
          </w:p>
        </w:tc>
        <w:tc>
          <w:tcPr>
            <w:tcW w:w="1863" w:type="dxa"/>
          </w:tcPr>
          <w:p w14:paraId="70DAA5B0" w14:textId="02D5C112" w:rsidR="00BA262B" w:rsidRPr="00356702" w:rsidRDefault="0051424E" w:rsidP="00BA262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56702">
              <w:rPr>
                <w:rFonts w:ascii="Corbel" w:hAnsi="Corbel" w:cs="Times New Roman"/>
                <w:color w:val="auto"/>
              </w:rPr>
              <w:t>K_U01</w:t>
            </w:r>
          </w:p>
        </w:tc>
      </w:tr>
      <w:tr w:rsidR="00BA262B" w:rsidRPr="00356702" w14:paraId="5F2BB7B7" w14:textId="77777777" w:rsidTr="00AA7BCB">
        <w:tc>
          <w:tcPr>
            <w:tcW w:w="1690" w:type="dxa"/>
          </w:tcPr>
          <w:p w14:paraId="4FE4B582" w14:textId="3FC4BE68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7" w:type="dxa"/>
          </w:tcPr>
          <w:p w14:paraId="14140EE0" w14:textId="18C2BA74" w:rsidR="00BA262B" w:rsidRPr="00356702" w:rsidRDefault="0051424E" w:rsidP="00BA2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zaawansowane techniki                          w komunikowaniu się z uczniem </w:t>
            </w:r>
            <w:r w:rsidR="002A7807">
              <w:rPr>
                <w:rFonts w:ascii="Corbel" w:hAnsi="Corbel"/>
                <w:b w:val="0"/>
                <w:smallCaps w:val="0"/>
                <w:szCs w:val="24"/>
              </w:rPr>
              <w:t>po przeżytym zdarzeniu traumatycznym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oraz nauczycielami w celu realizacji interwencji po doświadczeniu traumy</w:t>
            </w:r>
          </w:p>
        </w:tc>
        <w:tc>
          <w:tcPr>
            <w:tcW w:w="1863" w:type="dxa"/>
          </w:tcPr>
          <w:p w14:paraId="608B6843" w14:textId="675954B6" w:rsidR="00BA262B" w:rsidRPr="00356702" w:rsidRDefault="00BA262B" w:rsidP="00BA262B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356702">
              <w:rPr>
                <w:rFonts w:ascii="Corbel" w:hAnsi="Corbel" w:cs="Times New Roman"/>
                <w:color w:val="auto"/>
              </w:rPr>
              <w:t>K_U0</w:t>
            </w:r>
            <w:r w:rsidR="0051424E">
              <w:rPr>
                <w:rFonts w:ascii="Corbel" w:hAnsi="Corbel" w:cs="Times New Roman"/>
                <w:color w:val="auto"/>
              </w:rPr>
              <w:t>3</w:t>
            </w:r>
          </w:p>
        </w:tc>
      </w:tr>
      <w:tr w:rsidR="00BA262B" w:rsidRPr="00356702" w14:paraId="12D950B6" w14:textId="77777777" w:rsidTr="00AA7BCB">
        <w:tc>
          <w:tcPr>
            <w:tcW w:w="1690" w:type="dxa"/>
          </w:tcPr>
          <w:p w14:paraId="5B90DF25" w14:textId="1A2C41C3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7" w:type="dxa"/>
          </w:tcPr>
          <w:p w14:paraId="5FCD7517" w14:textId="0177AE4A" w:rsidR="00BA262B" w:rsidRPr="00356702" w:rsidRDefault="0051424E" w:rsidP="00BA2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Potrafi identyfikować problemy i oceniać specyficzne  reakcje w sytuacji interwencji w kontakcie z uczniem po </w:t>
            </w:r>
            <w:r w:rsidR="00B73EED">
              <w:rPr>
                <w:rFonts w:ascii="Corbel" w:hAnsi="Corbel"/>
                <w:b w:val="0"/>
                <w:smallCaps w:val="0"/>
                <w:szCs w:val="24"/>
              </w:rPr>
              <w:t xml:space="preserve">przeżytej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traumie oraz podejmować adekwatne działania pomocowe</w:t>
            </w:r>
          </w:p>
        </w:tc>
        <w:tc>
          <w:tcPr>
            <w:tcW w:w="1863" w:type="dxa"/>
          </w:tcPr>
          <w:p w14:paraId="6811EDB6" w14:textId="01098C51" w:rsidR="00BA262B" w:rsidRPr="00356702" w:rsidRDefault="0051424E" w:rsidP="00BA262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56702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BA262B" w:rsidRPr="00356702" w14:paraId="54E4D1B4" w14:textId="77777777" w:rsidTr="00AA7BCB">
        <w:tc>
          <w:tcPr>
            <w:tcW w:w="1690" w:type="dxa"/>
          </w:tcPr>
          <w:p w14:paraId="6D7D96C6" w14:textId="40B4AD77" w:rsidR="00BA262B" w:rsidRPr="00356702" w:rsidRDefault="00BA262B" w:rsidP="00BA2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67" w:type="dxa"/>
          </w:tcPr>
          <w:p w14:paraId="060E21D2" w14:textId="67660A0F" w:rsidR="00BA262B" w:rsidRPr="00356702" w:rsidRDefault="0051424E" w:rsidP="00BA2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Jest gotów do zachowań profesjonalnych wynikających  </w:t>
            </w:r>
            <w:r w:rsidR="00B73EED">
              <w:rPr>
                <w:rFonts w:ascii="Corbel" w:hAnsi="Corbel"/>
                <w:b w:val="0"/>
                <w:smallCaps w:val="0"/>
                <w:szCs w:val="24"/>
              </w:rPr>
              <w:t xml:space="preserve">             z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podejmowanej  działalności diagnostycznej, profilaktycznej i terapeutycznej w stosunku do uczniów</w:t>
            </w:r>
            <w:r w:rsidR="00A72D66"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z historią doświadczeń </w:t>
            </w:r>
            <w:r w:rsidR="00B73EED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raumatycznych</w:t>
            </w:r>
          </w:p>
        </w:tc>
        <w:tc>
          <w:tcPr>
            <w:tcW w:w="1863" w:type="dxa"/>
          </w:tcPr>
          <w:p w14:paraId="67341A60" w14:textId="16A3FE66" w:rsidR="00BA262B" w:rsidRPr="00356702" w:rsidRDefault="0051424E" w:rsidP="00BA262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5670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E5DC7B9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3567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56702">
        <w:rPr>
          <w:rFonts w:ascii="Corbel" w:hAnsi="Corbel"/>
          <w:b/>
          <w:sz w:val="24"/>
          <w:szCs w:val="24"/>
        </w:rPr>
        <w:t>3.3</w:t>
      </w:r>
      <w:r w:rsidR="001D7B54" w:rsidRPr="00356702">
        <w:rPr>
          <w:rFonts w:ascii="Corbel" w:hAnsi="Corbel"/>
          <w:b/>
          <w:sz w:val="24"/>
          <w:szCs w:val="24"/>
        </w:rPr>
        <w:t xml:space="preserve"> </w:t>
      </w:r>
      <w:r w:rsidR="0085747A" w:rsidRPr="00356702">
        <w:rPr>
          <w:rFonts w:ascii="Corbel" w:hAnsi="Corbel"/>
          <w:b/>
          <w:sz w:val="24"/>
          <w:szCs w:val="24"/>
        </w:rPr>
        <w:t>T</w:t>
      </w:r>
      <w:r w:rsidR="001D7B54" w:rsidRPr="003567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56702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3567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5670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A1438E" w:rsidRPr="00356702" w14:paraId="45AE25BE" w14:textId="77777777" w:rsidTr="00A1438E">
        <w:tc>
          <w:tcPr>
            <w:tcW w:w="9236" w:type="dxa"/>
          </w:tcPr>
          <w:p w14:paraId="75EAA44D" w14:textId="77777777" w:rsidR="00B56E1F" w:rsidRPr="00356702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438E" w:rsidRPr="00356702" w14:paraId="7E2C3E29" w14:textId="77777777" w:rsidTr="00A1438E">
        <w:tc>
          <w:tcPr>
            <w:tcW w:w="9236" w:type="dxa"/>
          </w:tcPr>
          <w:p w14:paraId="44EAC8F5" w14:textId="2C5A0BAD" w:rsidR="00B56E1F" w:rsidRPr="00356702" w:rsidRDefault="00212CC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7681B8C2" w14:textId="509CDA59" w:rsidR="0085747A" w:rsidRPr="00AB5862" w:rsidRDefault="0085747A" w:rsidP="00AB586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5862">
        <w:rPr>
          <w:rFonts w:ascii="Corbel" w:hAnsi="Corbel"/>
          <w:sz w:val="24"/>
          <w:szCs w:val="24"/>
        </w:rPr>
        <w:t xml:space="preserve">Problematyka ćwiczeń </w:t>
      </w:r>
    </w:p>
    <w:p w14:paraId="6999E0DC" w14:textId="77777777" w:rsidR="0085747A" w:rsidRPr="003567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438E" w:rsidRPr="00356702" w14:paraId="71BA15D0" w14:textId="77777777" w:rsidTr="00923D7D">
        <w:tc>
          <w:tcPr>
            <w:tcW w:w="9639" w:type="dxa"/>
          </w:tcPr>
          <w:p w14:paraId="4F5457D3" w14:textId="77777777" w:rsidR="0085747A" w:rsidRPr="003567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3530" w:rsidRPr="00356702" w14:paraId="4C6FAF35" w14:textId="77777777" w:rsidTr="00923D7D">
        <w:tc>
          <w:tcPr>
            <w:tcW w:w="9639" w:type="dxa"/>
          </w:tcPr>
          <w:p w14:paraId="0A612907" w14:textId="62D570CE" w:rsidR="00E53530" w:rsidRPr="00356702" w:rsidRDefault="00E5353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Trauma -definicje, klasyfikacje, objawy. </w:t>
            </w:r>
          </w:p>
        </w:tc>
      </w:tr>
      <w:tr w:rsidR="00AB5862" w:rsidRPr="00356702" w14:paraId="4E988FCA" w14:textId="77777777" w:rsidTr="00923D7D">
        <w:tc>
          <w:tcPr>
            <w:tcW w:w="9639" w:type="dxa"/>
          </w:tcPr>
          <w:p w14:paraId="5E0706B1" w14:textId="31557856" w:rsidR="00AB5862" w:rsidRDefault="00AB586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wywołujące doświadczenia traumatyczne.</w:t>
            </w:r>
          </w:p>
        </w:tc>
      </w:tr>
      <w:tr w:rsidR="00E53530" w:rsidRPr="00356702" w14:paraId="0CF0F85A" w14:textId="77777777" w:rsidTr="00923D7D">
        <w:tc>
          <w:tcPr>
            <w:tcW w:w="9639" w:type="dxa"/>
          </w:tcPr>
          <w:p w14:paraId="13750FEF" w14:textId="5CA4DB28" w:rsidR="00E53530" w:rsidRPr="00356702" w:rsidRDefault="00E5353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Następstwa doświadczeń traumatycznych. </w:t>
            </w:r>
          </w:p>
        </w:tc>
      </w:tr>
      <w:tr w:rsidR="00AB5862" w:rsidRPr="00356702" w14:paraId="1B370E89" w14:textId="77777777" w:rsidTr="00923D7D">
        <w:tc>
          <w:tcPr>
            <w:tcW w:w="9639" w:type="dxa"/>
          </w:tcPr>
          <w:p w14:paraId="2B133723" w14:textId="3B787C80" w:rsidR="00AB5862" w:rsidRDefault="00AB5862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zaburzeń potraumatycznych.</w:t>
            </w:r>
          </w:p>
        </w:tc>
      </w:tr>
      <w:tr w:rsidR="00A1438E" w:rsidRPr="00356702" w14:paraId="5CDAB37D" w14:textId="77777777" w:rsidTr="00923D7D">
        <w:tc>
          <w:tcPr>
            <w:tcW w:w="9639" w:type="dxa"/>
          </w:tcPr>
          <w:p w14:paraId="0AE3B671" w14:textId="27231112" w:rsidR="0085747A" w:rsidRPr="00356702" w:rsidRDefault="009622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R</w:t>
            </w:r>
            <w:r w:rsidR="004F547E" w:rsidRPr="00356702">
              <w:rPr>
                <w:rFonts w:ascii="Corbel" w:hAnsi="Corbel"/>
                <w:sz w:val="24"/>
                <w:szCs w:val="24"/>
              </w:rPr>
              <w:t xml:space="preserve">ozpoznawanie </w:t>
            </w:r>
            <w:r w:rsidRPr="00356702">
              <w:rPr>
                <w:rFonts w:ascii="Corbel" w:hAnsi="Corbel"/>
                <w:sz w:val="24"/>
                <w:szCs w:val="24"/>
              </w:rPr>
              <w:t>doświadczeń</w:t>
            </w:r>
            <w:r w:rsidR="004F547E" w:rsidRPr="00356702">
              <w:rPr>
                <w:rFonts w:ascii="Corbel" w:hAnsi="Corbel"/>
                <w:sz w:val="24"/>
                <w:szCs w:val="24"/>
              </w:rPr>
              <w:t xml:space="preserve"> traumatycznych w życiu uczniów</w:t>
            </w:r>
          </w:p>
        </w:tc>
      </w:tr>
      <w:tr w:rsidR="00A1438E" w:rsidRPr="00356702" w14:paraId="119668E6" w14:textId="77777777" w:rsidTr="00923D7D">
        <w:tc>
          <w:tcPr>
            <w:tcW w:w="9639" w:type="dxa"/>
          </w:tcPr>
          <w:p w14:paraId="4D24A338" w14:textId="693FCA88" w:rsidR="0085747A" w:rsidRPr="00356702" w:rsidRDefault="009622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Rozpoznawanie reakcji na tramę w kontekście funkcjonowania w roli ucznia</w:t>
            </w:r>
          </w:p>
        </w:tc>
      </w:tr>
      <w:tr w:rsidR="0085747A" w:rsidRPr="00356702" w14:paraId="6D6F6BB4" w14:textId="77777777" w:rsidTr="00923D7D">
        <w:tc>
          <w:tcPr>
            <w:tcW w:w="9639" w:type="dxa"/>
          </w:tcPr>
          <w:p w14:paraId="5242F2F4" w14:textId="0FE4EE51" w:rsidR="0085747A" w:rsidRPr="00356702" w:rsidRDefault="009622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Ćwiczenie praktycznych umiejętności w zakresie skutecznych interwencji w sytuacji ucznia z doświadczeniem traumy</w:t>
            </w:r>
          </w:p>
        </w:tc>
      </w:tr>
    </w:tbl>
    <w:p w14:paraId="6683DC43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3567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>3.4 Metody dydaktyczne</w:t>
      </w:r>
      <w:r w:rsidRPr="00356702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EC439D" w14:textId="7359ED1B" w:rsidR="00E960BB" w:rsidRPr="00356702" w:rsidRDefault="00A23EE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56702">
        <w:rPr>
          <w:rFonts w:ascii="Corbel" w:hAnsi="Corbel"/>
          <w:b w:val="0"/>
          <w:smallCaps w:val="0"/>
          <w:szCs w:val="24"/>
        </w:rPr>
        <w:t>Prezentacja multimedialna, d</w:t>
      </w:r>
      <w:r w:rsidR="009622F0" w:rsidRPr="00356702">
        <w:rPr>
          <w:rFonts w:ascii="Corbel" w:hAnsi="Corbel"/>
          <w:b w:val="0"/>
          <w:smallCaps w:val="0"/>
          <w:szCs w:val="24"/>
        </w:rPr>
        <w:t xml:space="preserve">yskusja, praca w grupach, </w:t>
      </w:r>
      <w:r w:rsidR="005E59D4" w:rsidRPr="00356702">
        <w:rPr>
          <w:rFonts w:ascii="Corbel" w:hAnsi="Corbel"/>
          <w:b w:val="0"/>
          <w:smallCaps w:val="0"/>
          <w:szCs w:val="24"/>
        </w:rPr>
        <w:t>metoda inscenizacji (</w:t>
      </w:r>
      <w:r w:rsidR="009622F0" w:rsidRPr="00356702">
        <w:rPr>
          <w:rFonts w:ascii="Corbel" w:hAnsi="Corbel"/>
          <w:b w:val="0"/>
          <w:smallCaps w:val="0"/>
          <w:szCs w:val="24"/>
        </w:rPr>
        <w:t>odgrywanie ról</w:t>
      </w:r>
      <w:r w:rsidR="005E59D4" w:rsidRPr="00356702">
        <w:rPr>
          <w:rFonts w:ascii="Corbel" w:hAnsi="Corbel"/>
          <w:b w:val="0"/>
          <w:smallCaps w:val="0"/>
          <w:szCs w:val="24"/>
        </w:rPr>
        <w:t>)</w:t>
      </w:r>
    </w:p>
    <w:p w14:paraId="376FAEA1" w14:textId="77777777" w:rsidR="00752EE0" w:rsidRPr="00356702" w:rsidRDefault="00752EE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3567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4. </w:t>
      </w:r>
      <w:r w:rsidR="0085747A" w:rsidRPr="00356702">
        <w:rPr>
          <w:rFonts w:ascii="Corbel" w:hAnsi="Corbel"/>
          <w:smallCaps w:val="0"/>
          <w:szCs w:val="24"/>
        </w:rPr>
        <w:t>METODY I KRYTERIA OCENY</w:t>
      </w:r>
      <w:r w:rsidR="009F4610" w:rsidRPr="00356702">
        <w:rPr>
          <w:rFonts w:ascii="Corbel" w:hAnsi="Corbel"/>
          <w:smallCaps w:val="0"/>
          <w:szCs w:val="24"/>
        </w:rPr>
        <w:t xml:space="preserve"> </w:t>
      </w:r>
    </w:p>
    <w:p w14:paraId="01D9A1D9" w14:textId="77777777" w:rsidR="0085747A" w:rsidRPr="003567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56702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1438E" w:rsidRPr="00356702" w14:paraId="5612E398" w14:textId="77777777" w:rsidTr="00A23EE5">
        <w:tc>
          <w:tcPr>
            <w:tcW w:w="1962" w:type="dxa"/>
            <w:vAlign w:val="center"/>
          </w:tcPr>
          <w:p w14:paraId="70DCFA80" w14:textId="77777777" w:rsidR="0085747A" w:rsidRPr="003567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5F783963" w:rsidR="0085747A" w:rsidRPr="0035670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200CC7" w:rsidRPr="00356702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3567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356702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3567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3567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1438E" w:rsidRPr="00356702" w14:paraId="310B68A6" w14:textId="77777777" w:rsidTr="00A23EE5">
        <w:tc>
          <w:tcPr>
            <w:tcW w:w="1962" w:type="dxa"/>
          </w:tcPr>
          <w:p w14:paraId="2DB216DC" w14:textId="77777777" w:rsidR="00B0496C" w:rsidRPr="00356702" w:rsidRDefault="00B0496C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74B968D6" w:rsidR="00B0496C" w:rsidRPr="00356702" w:rsidRDefault="00FF57DA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t</w:t>
            </w:r>
            <w:r w:rsidR="00E03A9D" w:rsidRPr="00356702">
              <w:rPr>
                <w:rFonts w:ascii="Corbel" w:hAnsi="Corbel"/>
                <w:sz w:val="24"/>
                <w:szCs w:val="24"/>
              </w:rPr>
              <w:t>est wiedzy</w:t>
            </w:r>
          </w:p>
        </w:tc>
        <w:tc>
          <w:tcPr>
            <w:tcW w:w="2117" w:type="dxa"/>
          </w:tcPr>
          <w:p w14:paraId="0C36E567" w14:textId="65584FFF" w:rsidR="00B0496C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1438E" w:rsidRPr="00356702" w14:paraId="4C7DF8DE" w14:textId="77777777" w:rsidTr="00A23EE5">
        <w:tc>
          <w:tcPr>
            <w:tcW w:w="1962" w:type="dxa"/>
          </w:tcPr>
          <w:p w14:paraId="1DBA860B" w14:textId="77777777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599A8DDB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test wiedzy</w:t>
            </w:r>
            <w:r w:rsidR="00E5353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18428F3E" w14:textId="5A783E46" w:rsidR="00A23EE5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1438E" w:rsidRPr="00356702" w14:paraId="17156572" w14:textId="77777777" w:rsidTr="00A23EE5">
        <w:tc>
          <w:tcPr>
            <w:tcW w:w="1962" w:type="dxa"/>
          </w:tcPr>
          <w:p w14:paraId="17C13118" w14:textId="77777777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06D4B5CC" w:rsidR="00A23EE5" w:rsidRPr="00356702" w:rsidRDefault="00B73EED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5353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3637D5E4" w14:textId="06213539" w:rsidR="00A23EE5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1438E" w:rsidRPr="00356702" w14:paraId="6408E23D" w14:textId="77777777" w:rsidTr="00A23EE5">
        <w:tc>
          <w:tcPr>
            <w:tcW w:w="1962" w:type="dxa"/>
          </w:tcPr>
          <w:p w14:paraId="486BC425" w14:textId="3E060537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</w:t>
            </w:r>
            <w:r w:rsidR="00752EE0" w:rsidRPr="0035670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14:paraId="695088F2" w14:textId="24E9C78E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5353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51A28D05" w14:textId="04104604" w:rsidR="00A23EE5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1438E" w:rsidRPr="00356702" w14:paraId="0067CD32" w14:textId="77777777" w:rsidTr="00A23EE5">
        <w:trPr>
          <w:trHeight w:val="479"/>
        </w:trPr>
        <w:tc>
          <w:tcPr>
            <w:tcW w:w="1962" w:type="dxa"/>
          </w:tcPr>
          <w:p w14:paraId="23F8DE9B" w14:textId="701B2F72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</w:t>
            </w:r>
            <w:r w:rsidR="00752EE0" w:rsidRPr="0035670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14:paraId="1D80B714" w14:textId="31FDEA0E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5353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6DFC3AC7" w14:textId="56B414C1" w:rsidR="00A23EE5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1438E" w:rsidRPr="00356702" w14:paraId="0E546CF4" w14:textId="77777777" w:rsidTr="00A23EE5">
        <w:tc>
          <w:tcPr>
            <w:tcW w:w="1962" w:type="dxa"/>
          </w:tcPr>
          <w:p w14:paraId="2BB6A198" w14:textId="6EF68AA3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EK_0</w:t>
            </w:r>
            <w:r w:rsidR="00752EE0" w:rsidRPr="0035670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14:paraId="18620064" w14:textId="2F1F78E6" w:rsidR="00A23EE5" w:rsidRPr="00356702" w:rsidRDefault="00A23EE5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5353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02B5AA57" w14:textId="51FBB9CF" w:rsidR="00A23EE5" w:rsidRPr="00356702" w:rsidRDefault="00200CC7" w:rsidP="005A3B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EDBDF99" w14:textId="77777777" w:rsidR="00923D7D" w:rsidRPr="0035670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07F7DA66" w:rsidR="0085747A" w:rsidRPr="0035670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4.2 </w:t>
      </w:r>
      <w:r w:rsidR="0085747A" w:rsidRPr="0035670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CD3C83" w:rsidRPr="00356702" w14:paraId="7B759A8E" w14:textId="77777777" w:rsidTr="007C4693">
        <w:tc>
          <w:tcPr>
            <w:tcW w:w="9634" w:type="dxa"/>
          </w:tcPr>
          <w:p w14:paraId="1D9203AF" w14:textId="7EC5A0FB" w:rsidR="00CD3C83" w:rsidRPr="00356702" w:rsidRDefault="00CD3C83" w:rsidP="00CD3C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1. Obecność na zajęciach (dopuszczalna jedna nieobecność nieusprawiedliwiona).</w:t>
            </w:r>
          </w:p>
          <w:p w14:paraId="7463F945" w14:textId="4396DE77" w:rsidR="00CD3C83" w:rsidRPr="00356702" w:rsidRDefault="00CD3C83" w:rsidP="00CD3C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2. Aktywność na zajęciach</w:t>
            </w:r>
            <w:r w:rsidR="00752EE0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w trakcie dyskusji i metody inscenizacji.</w:t>
            </w:r>
          </w:p>
          <w:p w14:paraId="05A40CAC" w14:textId="67F67143" w:rsidR="00CD3C83" w:rsidRPr="00356702" w:rsidRDefault="00CD3C83" w:rsidP="00CD3C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3. Pisemny test wiedzy:</w:t>
            </w:r>
          </w:p>
          <w:p w14:paraId="0186C987" w14:textId="77777777" w:rsidR="00CD3C83" w:rsidRPr="00356702" w:rsidRDefault="00CD3C83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2AEDE582" w14:textId="77777777" w:rsidR="00CD3C83" w:rsidRPr="00356702" w:rsidRDefault="00CD3C83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38A7F2D" w14:textId="77777777" w:rsidR="00CD3C83" w:rsidRPr="00356702" w:rsidRDefault="00CD3C83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733DA33F" w14:textId="77777777" w:rsidR="00CD3C83" w:rsidRPr="00356702" w:rsidRDefault="00CD3C83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1EAC8B6E" w14:textId="77777777" w:rsidR="00CD3C83" w:rsidRPr="00356702" w:rsidRDefault="00CD3C83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42C26ED5" w14:textId="77777777" w:rsidR="00752EE0" w:rsidRDefault="00CD3C83" w:rsidP="007C4693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 </w:t>
            </w:r>
            <w:r w:rsidRPr="00356702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5C6DCD9B" w14:textId="0651481B" w:rsidR="00E53530" w:rsidRPr="00356702" w:rsidRDefault="00E53530" w:rsidP="007C4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4. Praca projektowa: Analiza indywidualnej sytuacji ucznia po przeżytej traumie</w:t>
            </w:r>
            <w:r w:rsidR="00C44F20">
              <w:rPr>
                <w:rFonts w:ascii="Corbel" w:hAnsi="Corbel"/>
                <w:b w:val="0"/>
                <w:smallCaps w:val="0"/>
              </w:rPr>
              <w:t>, obejmująca analizę i interpretację czynników powodujących doświadczenie traumatyczne, sposoby jego przeżywania, reakcje oraz propozycje działań interwencyjnych.</w:t>
            </w:r>
          </w:p>
        </w:tc>
      </w:tr>
    </w:tbl>
    <w:p w14:paraId="4200D3DF" w14:textId="77777777" w:rsidR="0085747A" w:rsidRPr="003567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3567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56702">
        <w:rPr>
          <w:rFonts w:ascii="Corbel" w:hAnsi="Corbel"/>
          <w:b/>
          <w:sz w:val="24"/>
          <w:szCs w:val="24"/>
        </w:rPr>
        <w:t xml:space="preserve">5. </w:t>
      </w:r>
      <w:r w:rsidR="00C61DC5" w:rsidRPr="003567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A1438E" w:rsidRPr="00356702" w14:paraId="4B0441A4" w14:textId="77777777" w:rsidTr="001A0066">
        <w:tc>
          <w:tcPr>
            <w:tcW w:w="6124" w:type="dxa"/>
            <w:vAlign w:val="center"/>
          </w:tcPr>
          <w:p w14:paraId="36DF6095" w14:textId="77777777" w:rsidR="000C5696" w:rsidRPr="0035670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6702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3396" w:type="dxa"/>
            <w:vAlign w:val="center"/>
          </w:tcPr>
          <w:p w14:paraId="3288F3F8" w14:textId="77777777" w:rsidR="000C5696" w:rsidRPr="0035670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5670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1438E" w:rsidRPr="00356702" w14:paraId="05D39134" w14:textId="77777777" w:rsidTr="001A0066">
        <w:tc>
          <w:tcPr>
            <w:tcW w:w="6124" w:type="dxa"/>
          </w:tcPr>
          <w:p w14:paraId="7D571487" w14:textId="5E56DC8E" w:rsidR="000C5696" w:rsidRPr="0035670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7E674E" w:rsidRPr="00356702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396" w:type="dxa"/>
          </w:tcPr>
          <w:p w14:paraId="10BB8B16" w14:textId="0FD42A84" w:rsidR="000C5696" w:rsidRPr="00356702" w:rsidRDefault="00F631FC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1438E" w:rsidRPr="00356702" w14:paraId="3DF32911" w14:textId="77777777" w:rsidTr="001A0066">
        <w:tc>
          <w:tcPr>
            <w:tcW w:w="6124" w:type="dxa"/>
          </w:tcPr>
          <w:p w14:paraId="207632F0" w14:textId="1EFB2F16" w:rsidR="000C5696" w:rsidRPr="0035670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E674E" w:rsidRPr="0035670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356702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4679F0BF" w:rsidR="005E59D4" w:rsidRPr="00356702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  <w:r w:rsidR="000C5696" w:rsidRPr="00356702">
              <w:rPr>
                <w:rFonts w:ascii="Corbel" w:hAnsi="Corbel"/>
                <w:sz w:val="24"/>
                <w:szCs w:val="24"/>
              </w:rPr>
              <w:t>udział w konsultacjac</w:t>
            </w:r>
            <w:r w:rsidR="00DB4B32">
              <w:rPr>
                <w:rFonts w:ascii="Corbel" w:hAnsi="Corbel"/>
                <w:sz w:val="24"/>
                <w:szCs w:val="24"/>
              </w:rPr>
              <w:t>h</w:t>
            </w:r>
          </w:p>
        </w:tc>
        <w:tc>
          <w:tcPr>
            <w:tcW w:w="3396" w:type="dxa"/>
          </w:tcPr>
          <w:p w14:paraId="52D7581D" w14:textId="77777777" w:rsidR="003B346E" w:rsidRPr="00356702" w:rsidRDefault="003B346E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08E0566D" w:rsidR="00806DC6" w:rsidRPr="00356702" w:rsidRDefault="00806DC6" w:rsidP="00A726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1438E" w:rsidRPr="00356702" w14:paraId="301489F0" w14:textId="77777777" w:rsidTr="001A0066">
        <w:tc>
          <w:tcPr>
            <w:tcW w:w="6124" w:type="dxa"/>
          </w:tcPr>
          <w:p w14:paraId="347B4073" w14:textId="5351107D" w:rsidR="000C5696" w:rsidRPr="0035670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356702">
              <w:rPr>
                <w:rFonts w:ascii="Corbel" w:hAnsi="Corbel"/>
                <w:sz w:val="24"/>
                <w:szCs w:val="24"/>
              </w:rPr>
              <w:t>:</w:t>
            </w:r>
            <w:r w:rsidR="00F631FC" w:rsidRPr="0035670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B9AC621" w14:textId="77CCD214" w:rsidR="00FB2B59" w:rsidRPr="00356702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  <w:r w:rsidR="00FB2B59" w:rsidRPr="00356702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35670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FB2B59" w:rsidRPr="00356702">
              <w:rPr>
                <w:rFonts w:ascii="Corbel" w:hAnsi="Corbel"/>
                <w:sz w:val="24"/>
                <w:szCs w:val="24"/>
              </w:rPr>
              <w:t>zajęć</w:t>
            </w:r>
          </w:p>
          <w:p w14:paraId="6A693A26" w14:textId="0CAFC21C" w:rsidR="003B346E" w:rsidRPr="00356702" w:rsidRDefault="00FB2B59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F631FC" w:rsidRPr="00356702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77645C5B" w14:textId="67F27E6C" w:rsidR="008F03B0" w:rsidRPr="00356702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-</w:t>
            </w:r>
            <w:r w:rsidR="00752EE0" w:rsidRPr="00356702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356702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356702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3396" w:type="dxa"/>
          </w:tcPr>
          <w:p w14:paraId="6847DC74" w14:textId="77777777" w:rsidR="00DB4B32" w:rsidRDefault="00DB4B32" w:rsidP="001A00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E4C9D0" w14:textId="69EA9AF7" w:rsidR="005E59D4" w:rsidRPr="00356702" w:rsidRDefault="005E59D4" w:rsidP="00D379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1</w:t>
            </w:r>
            <w:r w:rsidR="00DB4B32">
              <w:rPr>
                <w:rFonts w:ascii="Corbel" w:hAnsi="Corbel"/>
                <w:sz w:val="24"/>
                <w:szCs w:val="24"/>
              </w:rPr>
              <w:t>0</w:t>
            </w:r>
          </w:p>
          <w:p w14:paraId="460210F3" w14:textId="09B275B4" w:rsidR="00FB2B59" w:rsidRPr="00356702" w:rsidRDefault="00DB4B32" w:rsidP="00D379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70374B13" w:rsidR="003B346E" w:rsidRPr="00356702" w:rsidRDefault="00DB4B32" w:rsidP="00D379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A1438E" w:rsidRPr="00356702" w14:paraId="02915295" w14:textId="77777777" w:rsidTr="001A0066">
        <w:tc>
          <w:tcPr>
            <w:tcW w:w="6124" w:type="dxa"/>
          </w:tcPr>
          <w:p w14:paraId="1EFC7DE7" w14:textId="77777777" w:rsidR="000C5696" w:rsidRPr="0035670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67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5776C5DB" w14:textId="5D272AA0" w:rsidR="000C5696" w:rsidRPr="00356702" w:rsidRDefault="00DB4B32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356702" w14:paraId="3A81EC9D" w14:textId="77777777" w:rsidTr="001A0066">
        <w:tc>
          <w:tcPr>
            <w:tcW w:w="6124" w:type="dxa"/>
          </w:tcPr>
          <w:p w14:paraId="1C19C073" w14:textId="77777777" w:rsidR="000C5696" w:rsidRPr="00356702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567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22F8B69A" w14:textId="544D0364" w:rsidR="000C5696" w:rsidRPr="00356702" w:rsidRDefault="00DB4B32" w:rsidP="00D37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356702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77FD34C" w14:textId="270B49A5" w:rsidR="003E1941" w:rsidRPr="003567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150A2B" w14:textId="77777777" w:rsidR="0059080B" w:rsidRPr="00356702" w:rsidRDefault="005908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3567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6. </w:t>
      </w:r>
      <w:r w:rsidR="0085747A" w:rsidRPr="00356702">
        <w:rPr>
          <w:rFonts w:ascii="Corbel" w:hAnsi="Corbel"/>
          <w:smallCaps w:val="0"/>
          <w:szCs w:val="24"/>
        </w:rPr>
        <w:t>PRAKTYKI ZAWO</w:t>
      </w:r>
      <w:r w:rsidR="009C1331" w:rsidRPr="00356702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3567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A1438E" w:rsidRPr="00356702" w14:paraId="391A91F1" w14:textId="77777777" w:rsidTr="001A0066">
        <w:trPr>
          <w:trHeight w:val="397"/>
        </w:trPr>
        <w:tc>
          <w:tcPr>
            <w:tcW w:w="4140" w:type="dxa"/>
          </w:tcPr>
          <w:p w14:paraId="64452BF5" w14:textId="77777777" w:rsidR="0085747A" w:rsidRPr="003567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4CB439CF" w14:textId="4EAB0A06" w:rsidR="0085747A" w:rsidRPr="00356702" w:rsidRDefault="00B16A86" w:rsidP="00B16A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356702" w14:paraId="573F2A1E" w14:textId="77777777" w:rsidTr="001A0066">
        <w:trPr>
          <w:trHeight w:val="397"/>
        </w:trPr>
        <w:tc>
          <w:tcPr>
            <w:tcW w:w="4140" w:type="dxa"/>
          </w:tcPr>
          <w:p w14:paraId="4B5D98ED" w14:textId="77777777" w:rsidR="0085747A" w:rsidRPr="003567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60C095C9" w14:textId="7A6FC907" w:rsidR="0085747A" w:rsidRPr="00356702" w:rsidRDefault="00B16A86" w:rsidP="00B16A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3567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3567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56702">
        <w:rPr>
          <w:rFonts w:ascii="Corbel" w:hAnsi="Corbel"/>
          <w:smallCaps w:val="0"/>
          <w:szCs w:val="24"/>
        </w:rPr>
        <w:t xml:space="preserve">7. </w:t>
      </w:r>
      <w:r w:rsidR="0085747A" w:rsidRPr="00356702">
        <w:rPr>
          <w:rFonts w:ascii="Corbel" w:hAnsi="Corbel"/>
          <w:smallCaps w:val="0"/>
          <w:szCs w:val="24"/>
        </w:rPr>
        <w:t>LITERATURA</w:t>
      </w:r>
      <w:r w:rsidRPr="00356702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438E" w:rsidRPr="00356702" w14:paraId="48AE14F8" w14:textId="77777777" w:rsidTr="0059080B">
        <w:trPr>
          <w:trHeight w:val="397"/>
        </w:trPr>
        <w:tc>
          <w:tcPr>
            <w:tcW w:w="5000" w:type="pct"/>
          </w:tcPr>
          <w:p w14:paraId="7600783A" w14:textId="4F2339C5" w:rsidR="008F02EB" w:rsidRPr="001A0066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670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64BBC4" w14:textId="156C2591" w:rsidR="00A1438E" w:rsidRPr="00356702" w:rsidRDefault="009A621C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Widera-Wysoczańska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A.,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Kuczyńska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(2011).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Interpersonalna trauma. Mechanizmy i konsekwencje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761BB5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Difin,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728AB" w:rsidRPr="00356702">
              <w:rPr>
                <w:rFonts w:ascii="Corbel" w:hAnsi="Corbel"/>
                <w:b w:val="0"/>
                <w:smallCaps w:val="0"/>
                <w:szCs w:val="24"/>
              </w:rPr>
              <w:t>42-170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3FCEF4D" w14:textId="70E9EDD6" w:rsidR="00A1438E" w:rsidRPr="00356702" w:rsidRDefault="0090789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Kluczyńska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S., Zabłocka-Żytka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(2020).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w sytuacji kryzysowej. Wspierająca rola pracowników oświaty</w:t>
            </w:r>
            <w:r w:rsidR="007E674E"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7E674E" w:rsidRPr="00356702">
              <w:rPr>
                <w:rFonts w:ascii="Corbel" w:hAnsi="Corbel"/>
                <w:b w:val="0"/>
                <w:smallCaps w:val="0"/>
                <w:szCs w:val="24"/>
              </w:rPr>
              <w:t>(wybrane zagadnienia).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A621C" w:rsidRPr="00356702">
              <w:rPr>
                <w:rFonts w:ascii="Corbel" w:hAnsi="Corbel"/>
                <w:b w:val="0"/>
                <w:smallCaps w:val="0"/>
                <w:szCs w:val="24"/>
              </w:rPr>
              <w:t>Ośrodek Rozwoju Edukacji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CCE3D4" w14:textId="5956137E" w:rsidR="00A1438E" w:rsidRPr="00356702" w:rsidRDefault="009512F9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Wiśniewska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37617A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(2016).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Trauma dziecka a funkcjonowanie szkolne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Zeszyty naukowe KSW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T.XLIII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43-60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E2E98B" w14:textId="3FC4A916" w:rsidR="00156B80" w:rsidRPr="00356702" w:rsidRDefault="009512F9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Czapiga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Psychospołeczne problemy rozwoju dziecka. Aspekty diagnostyczne i terapeutyczne</w:t>
            </w:r>
            <w:r w:rsidR="007E674E"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A1438E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Toruń: Wydawnictwo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Adam Marszałek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="00792082" w:rsidRPr="00356702">
              <w:rPr>
                <w:rFonts w:ascii="Corbel" w:hAnsi="Corbel"/>
                <w:b w:val="0"/>
                <w:smallCaps w:val="0"/>
                <w:szCs w:val="24"/>
              </w:rPr>
              <w:t>249-278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289A22" w14:textId="77777777" w:rsidR="00DA323B" w:rsidRPr="00356702" w:rsidRDefault="00DA323B" w:rsidP="00156B80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A1438E" w:rsidRPr="00356702" w14:paraId="0D880534" w14:textId="77777777" w:rsidTr="0059080B">
        <w:trPr>
          <w:trHeight w:val="397"/>
        </w:trPr>
        <w:tc>
          <w:tcPr>
            <w:tcW w:w="5000" w:type="pct"/>
          </w:tcPr>
          <w:p w14:paraId="2D831ECD" w14:textId="5636A037" w:rsidR="008F02EB" w:rsidRPr="001A0066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670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AAE825C" w14:textId="08AD36D9" w:rsidR="00A1438E" w:rsidRPr="00356702" w:rsidRDefault="0090789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James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(2003).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Leczenie dzieci po urazach psychicznych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B313A2" w14:textId="781DE6A4" w:rsidR="00806DC6" w:rsidRPr="00356702" w:rsidRDefault="002B6F35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Greenstone</w:t>
            </w:r>
            <w:r w:rsidR="00136DDF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J.</w:t>
            </w:r>
            <w:r w:rsidR="00136DDF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L, Leviton</w:t>
            </w:r>
            <w:r w:rsidR="00136DDF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S.</w:t>
            </w:r>
            <w:r w:rsidR="00136DDF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</w:t>
            </w:r>
            <w:r w:rsidR="00806DC6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="00806DC6" w:rsidRPr="001A006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(2002).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Interwencja </w:t>
            </w:r>
            <w:r w:rsidR="00A1438E"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kryzysowa</w:t>
            </w:r>
            <w:r w:rsidR="00A1438E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Gdańsk: </w:t>
            </w:r>
            <w:r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GWP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67DC4104" w14:textId="2E260A2E" w:rsidR="00A1438E" w:rsidRPr="00356702" w:rsidRDefault="002B0937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James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R. K., Gilliland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B.</w:t>
            </w:r>
            <w:r w:rsidR="00136DDF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E.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(2004).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</w:t>
            </w:r>
            <w:r w:rsidR="00867481"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ncji kryzysowej</w:t>
            </w:r>
            <w:r w:rsidR="00A1438E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r w:rsidR="00A1438E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641-656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72965B4" w14:textId="04615012" w:rsidR="00A1438E" w:rsidRPr="00356702" w:rsidRDefault="00792082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Herbert</w:t>
            </w:r>
            <w:r w:rsidR="0037617A" w:rsidRPr="0035670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C. 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(2004). </w:t>
            </w:r>
            <w:r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Zrozumieć traumę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Gdańsk: </w:t>
            </w:r>
            <w:r w:rsidRPr="00356702"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61B323" w14:textId="5BBF0C35" w:rsidR="0090789A" w:rsidRPr="00356702" w:rsidRDefault="00792082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702">
              <w:rPr>
                <w:rFonts w:ascii="Corbel" w:hAnsi="Corbel"/>
                <w:b w:val="0"/>
                <w:smallCaps w:val="0"/>
                <w:szCs w:val="24"/>
              </w:rPr>
              <w:t>Badura-Madej</w:t>
            </w:r>
            <w:r w:rsidR="00867481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 W., Dobrzyńska-Mesterhazy A. 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="00867481" w:rsidRPr="003567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Przemoc w rodzinie. Interwencja kryzysowa i psychoterapia</w:t>
            </w:r>
            <w:r w:rsidR="00867481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="00867481" w:rsidRPr="0035670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r w:rsidR="00867481" w:rsidRPr="00356702">
              <w:rPr>
                <w:rFonts w:ascii="Corbel" w:hAnsi="Corbel"/>
                <w:b w:val="0"/>
                <w:smallCaps w:val="0"/>
                <w:szCs w:val="24"/>
              </w:rPr>
              <w:t>UJ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E5392" w:rsidRPr="00356702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r w:rsidR="00867481" w:rsidRPr="00356702">
              <w:rPr>
                <w:rFonts w:ascii="Corbel" w:hAnsi="Corbel"/>
                <w:b w:val="0"/>
                <w:smallCaps w:val="0"/>
                <w:szCs w:val="24"/>
              </w:rPr>
              <w:t>87-95</w:t>
            </w:r>
            <w:r w:rsidR="00806DC6" w:rsidRPr="003567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5579F54" w14:textId="77777777" w:rsidR="00DA323B" w:rsidRPr="00356702" w:rsidRDefault="00DA323B" w:rsidP="00156B8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363C4B65" w14:textId="77777777" w:rsidR="00DA323B" w:rsidRPr="00356702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2541AD" w14:textId="77777777" w:rsidR="00675843" w:rsidRPr="003567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55577A" w14:textId="77777777" w:rsidR="0085747A" w:rsidRPr="003567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099DB1" w14:textId="77777777" w:rsidR="0085747A" w:rsidRPr="003567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3567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567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56702" w:rsidSect="00BF0C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C2D2A" w14:textId="77777777" w:rsidR="00BF0CEE" w:rsidRDefault="00BF0CEE" w:rsidP="00C16ABF">
      <w:pPr>
        <w:spacing w:after="0" w:line="240" w:lineRule="auto"/>
      </w:pPr>
      <w:r>
        <w:separator/>
      </w:r>
    </w:p>
  </w:endnote>
  <w:endnote w:type="continuationSeparator" w:id="0">
    <w:p w14:paraId="7F721B8D" w14:textId="77777777" w:rsidR="00BF0CEE" w:rsidRDefault="00BF0C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978EF" w14:textId="77777777" w:rsidR="00BF0CEE" w:rsidRDefault="00BF0CEE" w:rsidP="00C16ABF">
      <w:pPr>
        <w:spacing w:after="0" w:line="240" w:lineRule="auto"/>
      </w:pPr>
      <w:r>
        <w:separator/>
      </w:r>
    </w:p>
  </w:footnote>
  <w:footnote w:type="continuationSeparator" w:id="0">
    <w:p w14:paraId="47508CEE" w14:textId="77777777" w:rsidR="00BF0CEE" w:rsidRDefault="00BF0CE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61126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E5A"/>
    <w:rsid w:val="00033B02"/>
    <w:rsid w:val="00042A51"/>
    <w:rsid w:val="00042D2E"/>
    <w:rsid w:val="00044C82"/>
    <w:rsid w:val="00050236"/>
    <w:rsid w:val="00070ED6"/>
    <w:rsid w:val="00072A40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2C8"/>
    <w:rsid w:val="000C5696"/>
    <w:rsid w:val="000D04B0"/>
    <w:rsid w:val="000F1C57"/>
    <w:rsid w:val="000F5615"/>
    <w:rsid w:val="00107219"/>
    <w:rsid w:val="0010725B"/>
    <w:rsid w:val="001132F3"/>
    <w:rsid w:val="0012408B"/>
    <w:rsid w:val="00124BFF"/>
    <w:rsid w:val="0012560E"/>
    <w:rsid w:val="00127108"/>
    <w:rsid w:val="00134B13"/>
    <w:rsid w:val="00136DDF"/>
    <w:rsid w:val="00146BC0"/>
    <w:rsid w:val="00153C41"/>
    <w:rsid w:val="00154381"/>
    <w:rsid w:val="00156B80"/>
    <w:rsid w:val="001640A7"/>
    <w:rsid w:val="001646E8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498C"/>
    <w:rsid w:val="001D27B6"/>
    <w:rsid w:val="001D657B"/>
    <w:rsid w:val="001D7B54"/>
    <w:rsid w:val="001E0209"/>
    <w:rsid w:val="001E1A4B"/>
    <w:rsid w:val="001F2CA2"/>
    <w:rsid w:val="001F7DC8"/>
    <w:rsid w:val="00200CC7"/>
    <w:rsid w:val="00212CC6"/>
    <w:rsid w:val="002144C0"/>
    <w:rsid w:val="00216238"/>
    <w:rsid w:val="00222CB7"/>
    <w:rsid w:val="002237F0"/>
    <w:rsid w:val="0022477D"/>
    <w:rsid w:val="002278A9"/>
    <w:rsid w:val="002336F9"/>
    <w:rsid w:val="0024028F"/>
    <w:rsid w:val="00244ABC"/>
    <w:rsid w:val="00280FC4"/>
    <w:rsid w:val="00281FF2"/>
    <w:rsid w:val="002857DE"/>
    <w:rsid w:val="00291313"/>
    <w:rsid w:val="00291567"/>
    <w:rsid w:val="002A22BF"/>
    <w:rsid w:val="002A2389"/>
    <w:rsid w:val="002A671D"/>
    <w:rsid w:val="002A7807"/>
    <w:rsid w:val="002A7E15"/>
    <w:rsid w:val="002B0937"/>
    <w:rsid w:val="002B0DC8"/>
    <w:rsid w:val="002B4D55"/>
    <w:rsid w:val="002B5EA0"/>
    <w:rsid w:val="002B6119"/>
    <w:rsid w:val="002B6F35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F45"/>
    <w:rsid w:val="003343CF"/>
    <w:rsid w:val="00342192"/>
    <w:rsid w:val="00343BFF"/>
    <w:rsid w:val="00346FE9"/>
    <w:rsid w:val="0034759A"/>
    <w:rsid w:val="003503F6"/>
    <w:rsid w:val="003530DD"/>
    <w:rsid w:val="00356702"/>
    <w:rsid w:val="00361788"/>
    <w:rsid w:val="00363F78"/>
    <w:rsid w:val="00365B34"/>
    <w:rsid w:val="0037617A"/>
    <w:rsid w:val="003926DB"/>
    <w:rsid w:val="003A0A5B"/>
    <w:rsid w:val="003A1176"/>
    <w:rsid w:val="003A6D87"/>
    <w:rsid w:val="003B346E"/>
    <w:rsid w:val="003C0BAE"/>
    <w:rsid w:val="003D0776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317C"/>
    <w:rsid w:val="004456C4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E99"/>
    <w:rsid w:val="004D5282"/>
    <w:rsid w:val="004F1551"/>
    <w:rsid w:val="004F2DAF"/>
    <w:rsid w:val="004F547E"/>
    <w:rsid w:val="004F55A3"/>
    <w:rsid w:val="0050496F"/>
    <w:rsid w:val="0050664A"/>
    <w:rsid w:val="005102DF"/>
    <w:rsid w:val="005117D7"/>
    <w:rsid w:val="00513B6F"/>
    <w:rsid w:val="0051424E"/>
    <w:rsid w:val="00515CDF"/>
    <w:rsid w:val="00517C63"/>
    <w:rsid w:val="005249F5"/>
    <w:rsid w:val="0052554A"/>
    <w:rsid w:val="00526C94"/>
    <w:rsid w:val="005363C4"/>
    <w:rsid w:val="00536BDE"/>
    <w:rsid w:val="00537C92"/>
    <w:rsid w:val="00543ACC"/>
    <w:rsid w:val="0056696D"/>
    <w:rsid w:val="00573EF9"/>
    <w:rsid w:val="0059080B"/>
    <w:rsid w:val="0059484D"/>
    <w:rsid w:val="00594E42"/>
    <w:rsid w:val="005A0855"/>
    <w:rsid w:val="005A3196"/>
    <w:rsid w:val="005A3BE1"/>
    <w:rsid w:val="005A6C4E"/>
    <w:rsid w:val="005C080F"/>
    <w:rsid w:val="005C55E5"/>
    <w:rsid w:val="005C696A"/>
    <w:rsid w:val="005D1A27"/>
    <w:rsid w:val="005D54F4"/>
    <w:rsid w:val="005E59D4"/>
    <w:rsid w:val="005E6E85"/>
    <w:rsid w:val="005F31D2"/>
    <w:rsid w:val="00606A26"/>
    <w:rsid w:val="00606FD5"/>
    <w:rsid w:val="0061029B"/>
    <w:rsid w:val="00617230"/>
    <w:rsid w:val="006206A1"/>
    <w:rsid w:val="00621CE1"/>
    <w:rsid w:val="00627FC9"/>
    <w:rsid w:val="0064133E"/>
    <w:rsid w:val="00647FA8"/>
    <w:rsid w:val="00650C5F"/>
    <w:rsid w:val="00654934"/>
    <w:rsid w:val="006620D9"/>
    <w:rsid w:val="00664DF4"/>
    <w:rsid w:val="00671958"/>
    <w:rsid w:val="006728AB"/>
    <w:rsid w:val="00675843"/>
    <w:rsid w:val="00676A10"/>
    <w:rsid w:val="00685CCD"/>
    <w:rsid w:val="0068793E"/>
    <w:rsid w:val="00696477"/>
    <w:rsid w:val="006A02D5"/>
    <w:rsid w:val="006A4353"/>
    <w:rsid w:val="006D050F"/>
    <w:rsid w:val="006D6139"/>
    <w:rsid w:val="006E5392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303A"/>
    <w:rsid w:val="00745302"/>
    <w:rsid w:val="007461D6"/>
    <w:rsid w:val="00746EC8"/>
    <w:rsid w:val="00752EE0"/>
    <w:rsid w:val="00761BB5"/>
    <w:rsid w:val="00763BF1"/>
    <w:rsid w:val="00765E9A"/>
    <w:rsid w:val="00766216"/>
    <w:rsid w:val="00766FD4"/>
    <w:rsid w:val="0078168C"/>
    <w:rsid w:val="0078364D"/>
    <w:rsid w:val="007849AE"/>
    <w:rsid w:val="00787C2A"/>
    <w:rsid w:val="00790E27"/>
    <w:rsid w:val="007916D1"/>
    <w:rsid w:val="00792082"/>
    <w:rsid w:val="00796017"/>
    <w:rsid w:val="007A31DD"/>
    <w:rsid w:val="007A4022"/>
    <w:rsid w:val="007A5260"/>
    <w:rsid w:val="007A6E6E"/>
    <w:rsid w:val="007C3299"/>
    <w:rsid w:val="007C3BCC"/>
    <w:rsid w:val="007C4546"/>
    <w:rsid w:val="007D6E56"/>
    <w:rsid w:val="007E674E"/>
    <w:rsid w:val="007F1652"/>
    <w:rsid w:val="007F4155"/>
    <w:rsid w:val="00806DC6"/>
    <w:rsid w:val="0081554D"/>
    <w:rsid w:val="0081707E"/>
    <w:rsid w:val="008449B3"/>
    <w:rsid w:val="0085747A"/>
    <w:rsid w:val="00867481"/>
    <w:rsid w:val="00875C93"/>
    <w:rsid w:val="00877D6B"/>
    <w:rsid w:val="00884922"/>
    <w:rsid w:val="00885F64"/>
    <w:rsid w:val="00886B17"/>
    <w:rsid w:val="008917F9"/>
    <w:rsid w:val="008927D9"/>
    <w:rsid w:val="008966B0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421B"/>
    <w:rsid w:val="008E5331"/>
    <w:rsid w:val="008E64F4"/>
    <w:rsid w:val="008F02EB"/>
    <w:rsid w:val="008F03B0"/>
    <w:rsid w:val="008F12C9"/>
    <w:rsid w:val="008F6E29"/>
    <w:rsid w:val="008F70AB"/>
    <w:rsid w:val="0090789A"/>
    <w:rsid w:val="00916188"/>
    <w:rsid w:val="00923D7D"/>
    <w:rsid w:val="00931506"/>
    <w:rsid w:val="009508DF"/>
    <w:rsid w:val="00950D14"/>
    <w:rsid w:val="00950DAC"/>
    <w:rsid w:val="009512F9"/>
    <w:rsid w:val="00954A07"/>
    <w:rsid w:val="00956245"/>
    <w:rsid w:val="00960011"/>
    <w:rsid w:val="009622F0"/>
    <w:rsid w:val="00997F14"/>
    <w:rsid w:val="009A621C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438E"/>
    <w:rsid w:val="00A155EE"/>
    <w:rsid w:val="00A2245B"/>
    <w:rsid w:val="00A23EE5"/>
    <w:rsid w:val="00A30110"/>
    <w:rsid w:val="00A33471"/>
    <w:rsid w:val="00A36899"/>
    <w:rsid w:val="00A371F6"/>
    <w:rsid w:val="00A43BF6"/>
    <w:rsid w:val="00A44B79"/>
    <w:rsid w:val="00A47C6B"/>
    <w:rsid w:val="00A53FA5"/>
    <w:rsid w:val="00A54817"/>
    <w:rsid w:val="00A601C8"/>
    <w:rsid w:val="00A60799"/>
    <w:rsid w:val="00A7265F"/>
    <w:rsid w:val="00A72D66"/>
    <w:rsid w:val="00A84C85"/>
    <w:rsid w:val="00A91194"/>
    <w:rsid w:val="00A97DE1"/>
    <w:rsid w:val="00AA25F9"/>
    <w:rsid w:val="00AA35EA"/>
    <w:rsid w:val="00AA7BCB"/>
    <w:rsid w:val="00AB053C"/>
    <w:rsid w:val="00AB487C"/>
    <w:rsid w:val="00AB5862"/>
    <w:rsid w:val="00AD1146"/>
    <w:rsid w:val="00AD27D3"/>
    <w:rsid w:val="00AD66D6"/>
    <w:rsid w:val="00AE1160"/>
    <w:rsid w:val="00AE203C"/>
    <w:rsid w:val="00AE2E74"/>
    <w:rsid w:val="00AE5FCB"/>
    <w:rsid w:val="00AF14AD"/>
    <w:rsid w:val="00AF2C1E"/>
    <w:rsid w:val="00B0496C"/>
    <w:rsid w:val="00B06142"/>
    <w:rsid w:val="00B135B1"/>
    <w:rsid w:val="00B16A86"/>
    <w:rsid w:val="00B25CEF"/>
    <w:rsid w:val="00B3130B"/>
    <w:rsid w:val="00B40ADB"/>
    <w:rsid w:val="00B43B77"/>
    <w:rsid w:val="00B43E80"/>
    <w:rsid w:val="00B56E1F"/>
    <w:rsid w:val="00B57753"/>
    <w:rsid w:val="00B607DB"/>
    <w:rsid w:val="00B66529"/>
    <w:rsid w:val="00B701F1"/>
    <w:rsid w:val="00B73EED"/>
    <w:rsid w:val="00B75946"/>
    <w:rsid w:val="00B8056E"/>
    <w:rsid w:val="00B811BB"/>
    <w:rsid w:val="00B819C8"/>
    <w:rsid w:val="00B82308"/>
    <w:rsid w:val="00B830A3"/>
    <w:rsid w:val="00B90885"/>
    <w:rsid w:val="00B96633"/>
    <w:rsid w:val="00BA262B"/>
    <w:rsid w:val="00BB2161"/>
    <w:rsid w:val="00BB520A"/>
    <w:rsid w:val="00BC412F"/>
    <w:rsid w:val="00BD09EA"/>
    <w:rsid w:val="00BD3869"/>
    <w:rsid w:val="00BD66E9"/>
    <w:rsid w:val="00BD6FF4"/>
    <w:rsid w:val="00BF0CEE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4F20"/>
    <w:rsid w:val="00C53A71"/>
    <w:rsid w:val="00C56036"/>
    <w:rsid w:val="00C61DC5"/>
    <w:rsid w:val="00C67E92"/>
    <w:rsid w:val="00C70A26"/>
    <w:rsid w:val="00C70F03"/>
    <w:rsid w:val="00C71BA7"/>
    <w:rsid w:val="00C766DF"/>
    <w:rsid w:val="00C80109"/>
    <w:rsid w:val="00C926CA"/>
    <w:rsid w:val="00C949FE"/>
    <w:rsid w:val="00C94B98"/>
    <w:rsid w:val="00CA2B96"/>
    <w:rsid w:val="00CA5089"/>
    <w:rsid w:val="00CB42CB"/>
    <w:rsid w:val="00CD2718"/>
    <w:rsid w:val="00CD3C83"/>
    <w:rsid w:val="00CD6897"/>
    <w:rsid w:val="00CE5A7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379BF"/>
    <w:rsid w:val="00D425B2"/>
    <w:rsid w:val="00D4280C"/>
    <w:rsid w:val="00D428D6"/>
    <w:rsid w:val="00D552B2"/>
    <w:rsid w:val="00D608D1"/>
    <w:rsid w:val="00D74119"/>
    <w:rsid w:val="00D76D0F"/>
    <w:rsid w:val="00D8075B"/>
    <w:rsid w:val="00D8678B"/>
    <w:rsid w:val="00D92A96"/>
    <w:rsid w:val="00DA2114"/>
    <w:rsid w:val="00DA323B"/>
    <w:rsid w:val="00DB4B32"/>
    <w:rsid w:val="00DD4668"/>
    <w:rsid w:val="00DE09C0"/>
    <w:rsid w:val="00DE4A14"/>
    <w:rsid w:val="00DF320D"/>
    <w:rsid w:val="00DF71C8"/>
    <w:rsid w:val="00E03A9D"/>
    <w:rsid w:val="00E121F2"/>
    <w:rsid w:val="00E129B8"/>
    <w:rsid w:val="00E21E7D"/>
    <w:rsid w:val="00E22FBC"/>
    <w:rsid w:val="00E24BF5"/>
    <w:rsid w:val="00E25338"/>
    <w:rsid w:val="00E30332"/>
    <w:rsid w:val="00E51E44"/>
    <w:rsid w:val="00E53530"/>
    <w:rsid w:val="00E57B59"/>
    <w:rsid w:val="00E63348"/>
    <w:rsid w:val="00E712C0"/>
    <w:rsid w:val="00E77E88"/>
    <w:rsid w:val="00E77F9B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2D8C"/>
    <w:rsid w:val="00F27A7B"/>
    <w:rsid w:val="00F47417"/>
    <w:rsid w:val="00F526AF"/>
    <w:rsid w:val="00F55436"/>
    <w:rsid w:val="00F617C3"/>
    <w:rsid w:val="00F61E56"/>
    <w:rsid w:val="00F631FC"/>
    <w:rsid w:val="00F7066B"/>
    <w:rsid w:val="00F71ABE"/>
    <w:rsid w:val="00F83B28"/>
    <w:rsid w:val="00F96E8F"/>
    <w:rsid w:val="00FA0896"/>
    <w:rsid w:val="00FA46E5"/>
    <w:rsid w:val="00FB2208"/>
    <w:rsid w:val="00FB2B59"/>
    <w:rsid w:val="00FB7DBA"/>
    <w:rsid w:val="00FC1C25"/>
    <w:rsid w:val="00FC3F45"/>
    <w:rsid w:val="00FD503F"/>
    <w:rsid w:val="00FD7589"/>
    <w:rsid w:val="00FE514A"/>
    <w:rsid w:val="00FE5D46"/>
    <w:rsid w:val="00FF016A"/>
    <w:rsid w:val="00FF1401"/>
    <w:rsid w:val="00FF2081"/>
    <w:rsid w:val="00FF4B9B"/>
    <w:rsid w:val="00FF57DA"/>
    <w:rsid w:val="00FF5E7D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7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7C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C92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CD3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1FAD-240C-46E6-A64F-727F346E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2022-12-29T10:38:00Z</cp:lastPrinted>
  <dcterms:created xsi:type="dcterms:W3CDTF">2024-04-24T15:37:00Z</dcterms:created>
  <dcterms:modified xsi:type="dcterms:W3CDTF">2024-04-24T23:53:00Z</dcterms:modified>
</cp:coreProperties>
</file>